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6CB3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Raynor</w:t>
            </w:r>
            <w:proofErr w:type="spellEnd"/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413321">
              <w:rPr>
                <w:rFonts w:ascii="Times New Roman" w:hAnsi="Times New Roman" w:cs="Times New Roman"/>
                <w:sz w:val="24"/>
                <w:szCs w:val="24"/>
              </w:rPr>
              <w:t xml:space="preserve">Day </w:t>
            </w:r>
            <w:r w:rsidR="00AB10A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bookmarkStart w:id="0" w:name="_GoBack"/>
            <w:bookmarkEnd w:id="0"/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Planning a Family Reunion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4133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4133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Prior to Task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What strategies can I use to add and subtract within 1000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9A1589">
        <w:trPr>
          <w:trHeight w:val="1115"/>
        </w:trPr>
        <w:tc>
          <w:tcPr>
            <w:tcW w:w="2760" w:type="dxa"/>
            <w:gridSpan w:val="2"/>
          </w:tcPr>
          <w:p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A1589" w:rsidRDefault="00A35D78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Overhead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C236E2" w:rsidRDefault="00FF770E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 10 Blocks</w:t>
            </w:r>
          </w:p>
          <w:p w:rsidR="0072787F" w:rsidRDefault="0072787F" w:rsidP="005273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D85633" w:rsidRPr="008C13D7" w:rsidRDefault="00FF770E" w:rsidP="00FF77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Regroup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E7680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x 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136CB3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136CB3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proofErr w:type="gramEnd"/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710DF8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E7680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t>x</w:t>
            </w:r>
            <w:r w:rsidR="00CB2DBC"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577B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3.NB.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F72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I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can use</w:t>
            </w:r>
            <w:r w:rsidR="001070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F72FA">
              <w:rPr>
                <w:rFonts w:ascii="Times New Roman" w:hAnsi="Times New Roman" w:cs="Times New Roman"/>
                <w:b/>
                <w:sz w:val="24"/>
                <w:szCs w:val="24"/>
              </w:rPr>
              <w:t>various strategies to add and subtract.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You have $9.50.  You want to buy a gift for your friend for $7.95.  How much change will you get?</w:t>
            </w:r>
            <w:r w:rsidR="00FF77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C236E2" w:rsidRDefault="00D85633" w:rsidP="00C236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>/Guided</w:t>
            </w:r>
            <w:r w:rsidR="00CE7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2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Practice: </w:t>
            </w:r>
          </w:p>
          <w:p w:rsidR="00AB4A32" w:rsidRPr="0033680C" w:rsidRDefault="00A35D78" w:rsidP="00A35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Students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discuss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problem in small groups. </w:t>
            </w:r>
            <w:r w:rsidR="00770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Think-pair-share </w:t>
            </w:r>
            <w:proofErr w:type="gramStart"/>
            <w:r w:rsidR="007703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discuss whether to add or subtract and how they know.  </w:t>
            </w:r>
            <w:r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leads conversation.  </w:t>
            </w:r>
            <w:r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Teacher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models subtracting using base 10 blocks.  </w:t>
            </w:r>
            <w:r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help </w:t>
            </w:r>
            <w:r w:rsidRPr="007703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regroup on several other problems.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D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9A15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Menu math page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72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AB4A32" w:rsidRDefault="00D85633" w:rsidP="007278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</w:t>
            </w:r>
            <w:r w:rsidR="00E309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>How would you subtract $10.00-$5.95 using base 10 blocks?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B82ADE" w:rsidRDefault="00A35D7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 and Subtraction</w:t>
            </w:r>
          </w:p>
          <w:p w:rsidR="00A35D78" w:rsidRPr="00CE7680" w:rsidRDefault="00A35D78" w:rsidP="00136C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and Pencil</w:t>
            </w:r>
          </w:p>
        </w:tc>
        <w:tc>
          <w:tcPr>
            <w:tcW w:w="3672" w:type="dxa"/>
            <w:gridSpan w:val="3"/>
          </w:tcPr>
          <w:p w:rsidR="00E30904" w:rsidRPr="00CE7680" w:rsidRDefault="00A35D78" w:rsidP="00E309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Partner</w:t>
            </w:r>
          </w:p>
        </w:tc>
        <w:tc>
          <w:tcPr>
            <w:tcW w:w="3672" w:type="dxa"/>
          </w:tcPr>
          <w:p w:rsidR="00136CB3" w:rsidRPr="00CE7680" w:rsidRDefault="00A35D7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Work with a partner and explain what they are doing step-by-step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B82ADE"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</w:t>
            </w:r>
          </w:p>
          <w:p w:rsidR="008C13D7" w:rsidRPr="00CE7680" w:rsidRDefault="00E3090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Task</w:t>
            </w:r>
            <w:r w:rsidR="00A35D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using base 10 blocks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321" w:rsidRDefault="00413321" w:rsidP="00D7779B">
      <w:pPr>
        <w:spacing w:after="0" w:line="240" w:lineRule="auto"/>
      </w:pPr>
      <w:r>
        <w:separator/>
      </w:r>
    </w:p>
  </w:endnote>
  <w:end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321" w:rsidRDefault="00413321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321" w:rsidRDefault="00413321" w:rsidP="00D7779B">
      <w:pPr>
        <w:spacing w:after="0" w:line="240" w:lineRule="auto"/>
      </w:pPr>
      <w:r>
        <w:separator/>
      </w:r>
    </w:p>
  </w:footnote>
  <w:footnote w:type="continuationSeparator" w:id="0">
    <w:p w:rsidR="00413321" w:rsidRDefault="00413321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85F4E"/>
    <w:multiLevelType w:val="hybridMultilevel"/>
    <w:tmpl w:val="DC1CA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90261"/>
    <w:rsid w:val="00093D99"/>
    <w:rsid w:val="00107023"/>
    <w:rsid w:val="00136CB3"/>
    <w:rsid w:val="00224A5F"/>
    <w:rsid w:val="00274ACD"/>
    <w:rsid w:val="0028190D"/>
    <w:rsid w:val="0033680C"/>
    <w:rsid w:val="003D7D31"/>
    <w:rsid w:val="00413321"/>
    <w:rsid w:val="004B658C"/>
    <w:rsid w:val="0051657B"/>
    <w:rsid w:val="005273AD"/>
    <w:rsid w:val="00570FB8"/>
    <w:rsid w:val="005C4CBE"/>
    <w:rsid w:val="005F72FA"/>
    <w:rsid w:val="00643719"/>
    <w:rsid w:val="006A0ACD"/>
    <w:rsid w:val="00710DF8"/>
    <w:rsid w:val="0072787F"/>
    <w:rsid w:val="00770384"/>
    <w:rsid w:val="007B401D"/>
    <w:rsid w:val="008C13D7"/>
    <w:rsid w:val="009A1589"/>
    <w:rsid w:val="009A4A38"/>
    <w:rsid w:val="009B085C"/>
    <w:rsid w:val="00A154C1"/>
    <w:rsid w:val="00A35523"/>
    <w:rsid w:val="00A35D78"/>
    <w:rsid w:val="00A67FA5"/>
    <w:rsid w:val="00A8689F"/>
    <w:rsid w:val="00AB10A6"/>
    <w:rsid w:val="00AB4A32"/>
    <w:rsid w:val="00B51CA8"/>
    <w:rsid w:val="00B82ADE"/>
    <w:rsid w:val="00BF577B"/>
    <w:rsid w:val="00C236E2"/>
    <w:rsid w:val="00C92D93"/>
    <w:rsid w:val="00CB2DBC"/>
    <w:rsid w:val="00CB595F"/>
    <w:rsid w:val="00CD5617"/>
    <w:rsid w:val="00CE7680"/>
    <w:rsid w:val="00D12289"/>
    <w:rsid w:val="00D53118"/>
    <w:rsid w:val="00D7779B"/>
    <w:rsid w:val="00D85633"/>
    <w:rsid w:val="00E30904"/>
    <w:rsid w:val="00E52126"/>
    <w:rsid w:val="00FE4609"/>
    <w:rsid w:val="00FF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E66D6-1758-46CA-BF1D-726E628EB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7C382B08.dotm</Template>
  <TotalTime>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Teacher</cp:lastModifiedBy>
  <cp:revision>4</cp:revision>
  <dcterms:created xsi:type="dcterms:W3CDTF">2012-07-18T13:45:00Z</dcterms:created>
  <dcterms:modified xsi:type="dcterms:W3CDTF">2012-07-18T13:48:00Z</dcterms:modified>
</cp:coreProperties>
</file>